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9352A" w:rsidRPr="00EB4953" w:rsidRDefault="00327CF9" w:rsidP="0019352A">
      <w:pPr>
        <w:shd w:val="clear" w:color="92CDDC" w:fill="0C60D1"/>
        <w:tabs>
          <w:tab w:val="center" w:pos="7920"/>
          <w:tab w:val="left" w:pos="10860"/>
          <w:tab w:val="right" w:pos="15390"/>
        </w:tabs>
        <w:rPr>
          <w:b/>
          <w:color w:val="D9D9D9" w:themeColor="background1" w:themeShade="D9"/>
          <w:sz w:val="32"/>
        </w:rPr>
      </w:pPr>
      <w:r w:rsidRPr="00EB4953">
        <w:rPr>
          <w:b/>
          <w:color w:val="D9D9D9" w:themeColor="background1" w:themeShade="D9"/>
          <w:sz w:val="32"/>
        </w:rPr>
        <w:t xml:space="preserve">TEAM:  </w:t>
      </w:r>
      <w:r w:rsidR="00BD6C9F" w:rsidRPr="00EB4953">
        <w:rPr>
          <w:b/>
          <w:color w:val="D9D9D9" w:themeColor="background1" w:themeShade="D9"/>
          <w:sz w:val="3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0" w:name="Text17"/>
      <w:r w:rsidRPr="00EB4953">
        <w:rPr>
          <w:b/>
          <w:color w:val="D9D9D9" w:themeColor="background1" w:themeShade="D9"/>
          <w:sz w:val="32"/>
        </w:rPr>
        <w:instrText xml:space="preserve"> FORMTEXT </w:instrText>
      </w:r>
      <w:r w:rsidR="0019352A" w:rsidRPr="00BD6C9F">
        <w:rPr>
          <w:b/>
          <w:color w:val="D9D9D9" w:themeColor="background1" w:themeShade="D9"/>
          <w:sz w:val="32"/>
        </w:rPr>
      </w:r>
      <w:r w:rsidR="00BD6C9F" w:rsidRPr="00EB4953">
        <w:rPr>
          <w:b/>
          <w:color w:val="D9D9D9" w:themeColor="background1" w:themeShade="D9"/>
          <w:sz w:val="32"/>
        </w:rPr>
        <w:fldChar w:fldCharType="separate"/>
      </w:r>
      <w:r w:rsidR="0019352A">
        <w:rPr>
          <w:b/>
          <w:color w:val="D9D9D9" w:themeColor="background1" w:themeShade="D9"/>
          <w:sz w:val="32"/>
        </w:rPr>
        <w:t>Facilitators' Support Team</w:t>
      </w:r>
      <w:r w:rsidR="00BD6C9F" w:rsidRPr="00EB4953">
        <w:rPr>
          <w:b/>
          <w:color w:val="D9D9D9" w:themeColor="background1" w:themeShade="D9"/>
          <w:sz w:val="32"/>
        </w:rPr>
        <w:fldChar w:fldCharType="end"/>
      </w:r>
      <w:bookmarkEnd w:id="0"/>
      <w:r w:rsidRPr="00EB4953">
        <w:rPr>
          <w:color w:val="D9D9D9" w:themeColor="background1" w:themeShade="D9"/>
          <w:sz w:val="32"/>
        </w:rPr>
        <w:tab/>
      </w:r>
      <w:r w:rsidRPr="00EB4953">
        <w:rPr>
          <w:b/>
          <w:color w:val="D9D9D9" w:themeColor="background1" w:themeShade="D9"/>
          <w:sz w:val="32"/>
        </w:rPr>
        <w:tab/>
      </w:r>
      <w:r w:rsidRPr="00EB4953">
        <w:rPr>
          <w:b/>
          <w:color w:val="D9D9D9" w:themeColor="background1" w:themeShade="D9"/>
          <w:sz w:val="32"/>
        </w:rPr>
        <w:tab/>
        <w:t>DATE</w:t>
      </w:r>
      <w:proofErr w:type="gramStart"/>
      <w:r w:rsidRPr="00EB4953">
        <w:rPr>
          <w:b/>
          <w:color w:val="D9D9D9" w:themeColor="background1" w:themeShade="D9"/>
          <w:sz w:val="32"/>
        </w:rPr>
        <w:t xml:space="preserve">:  </w:t>
      </w:r>
      <w:proofErr w:type="gramEnd"/>
      <w:r w:rsidR="00BD6C9F" w:rsidRPr="00BC3A54">
        <w:rPr>
          <w:sz w:val="32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" w:name="Text18"/>
      <w:r w:rsidRPr="00BC3A54">
        <w:rPr>
          <w:sz w:val="32"/>
        </w:rPr>
        <w:instrText xml:space="preserve"> FORMTEXT </w:instrText>
      </w:r>
      <w:r w:rsidR="0019352A" w:rsidRPr="00BD6C9F">
        <w:rPr>
          <w:sz w:val="32"/>
        </w:rPr>
      </w:r>
      <w:r w:rsidR="00BD6C9F" w:rsidRPr="00BC3A54">
        <w:rPr>
          <w:sz w:val="32"/>
        </w:rPr>
        <w:fldChar w:fldCharType="separate"/>
      </w:r>
      <w:r w:rsidR="0019352A">
        <w:rPr>
          <w:rFonts w:ascii="Times New Roman" w:hAnsi="Times New Roman"/>
          <w:noProof/>
          <w:sz w:val="32"/>
        </w:rPr>
        <w:t>May 24, 2010</w:t>
      </w:r>
      <w:r w:rsidR="00BD6C9F" w:rsidRPr="00BC3A54">
        <w:rPr>
          <w:sz w:val="32"/>
        </w:rPr>
        <w:fldChar w:fldCharType="end"/>
      </w:r>
      <w:bookmarkEnd w:id="1"/>
    </w:p>
    <w:p w:rsidR="0019352A" w:rsidRDefault="0019352A" w:rsidP="0019352A">
      <w:pPr>
        <w:jc w:val="right"/>
        <w:rPr>
          <w:sz w:val="28"/>
        </w:rPr>
      </w:pPr>
    </w:p>
    <w:p w:rsidR="0019352A" w:rsidRDefault="00327CF9" w:rsidP="0019352A">
      <w:pPr>
        <w:tabs>
          <w:tab w:val="left" w:pos="2880"/>
        </w:tabs>
      </w:pPr>
      <w:r>
        <w:rPr>
          <w:i/>
        </w:rPr>
        <w:t xml:space="preserve">Members </w:t>
      </w:r>
      <w:r w:rsidRPr="00440BD2">
        <w:rPr>
          <w:i/>
        </w:rPr>
        <w:t>present</w:t>
      </w:r>
      <w:r>
        <w:t>:</w:t>
      </w:r>
      <w:r>
        <w:tab/>
      </w:r>
      <w:r w:rsidR="00BD6C9F" w:rsidRPr="00BC3A54"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Pr="00BC3A54">
        <w:instrText xml:space="preserve"> FORMTEXT </w:instrText>
      </w:r>
      <w:r w:rsidR="00BD6C9F" w:rsidRPr="00BC3A54">
        <w:fldChar w:fldCharType="separate"/>
      </w:r>
      <w:r w:rsidR="0019352A">
        <w:rPr>
          <w:rFonts w:ascii="Times New Roman" w:hAnsi="Times New Roman"/>
          <w:noProof/>
        </w:rPr>
        <w:t xml:space="preserve">Danka Kulikowski, Julie Lindsey, Francesca Mullazi, Jordan Small, Alicia Lewis, Jason Robinson </w:t>
      </w:r>
      <w:r w:rsidR="00BD6C9F" w:rsidRPr="00BC3A54">
        <w:fldChar w:fldCharType="end"/>
      </w:r>
      <w:bookmarkEnd w:id="2"/>
    </w:p>
    <w:p w:rsidR="0019352A" w:rsidRDefault="00327CF9" w:rsidP="0019352A">
      <w:pPr>
        <w:tabs>
          <w:tab w:val="left" w:pos="2880"/>
        </w:tabs>
      </w:pPr>
      <w:r>
        <w:rPr>
          <w:i/>
        </w:rPr>
        <w:t>R</w:t>
      </w:r>
      <w:r w:rsidRPr="00440BD2">
        <w:rPr>
          <w:i/>
        </w:rPr>
        <w:t>egrets:</w:t>
      </w:r>
      <w:r>
        <w:tab/>
      </w:r>
      <w:r w:rsidR="00BD6C9F" w:rsidRPr="00BC3A54">
        <w:fldChar w:fldCharType="begin">
          <w:ffData>
            <w:name w:val="Text20"/>
            <w:enabled/>
            <w:calcOnExit w:val="0"/>
            <w:textInput/>
          </w:ffData>
        </w:fldChar>
      </w:r>
      <w:bookmarkStart w:id="3" w:name="Text20"/>
      <w:r w:rsidRPr="00BC3A54">
        <w:instrText xml:space="preserve"> FORMTEXT </w:instrText>
      </w:r>
      <w:r w:rsidR="00BD6C9F" w:rsidRPr="00BC3A54">
        <w:fldChar w:fldCharType="separate"/>
      </w:r>
      <w:r w:rsidRPr="00BC3A54">
        <w:rPr>
          <w:rFonts w:ascii="Times New Roman" w:hAnsi="Times New Roman"/>
          <w:noProof/>
        </w:rPr>
        <w:t> </w:t>
      </w:r>
      <w:r w:rsidRPr="00BC3A54">
        <w:rPr>
          <w:rFonts w:ascii="Times New Roman" w:hAnsi="Times New Roman"/>
          <w:noProof/>
        </w:rPr>
        <w:t> </w:t>
      </w:r>
      <w:r w:rsidRPr="00BC3A54">
        <w:rPr>
          <w:rFonts w:ascii="Times New Roman" w:hAnsi="Times New Roman"/>
          <w:noProof/>
        </w:rPr>
        <w:t> </w:t>
      </w:r>
      <w:r w:rsidRPr="00BC3A54">
        <w:rPr>
          <w:rFonts w:ascii="Times New Roman" w:hAnsi="Times New Roman"/>
          <w:noProof/>
        </w:rPr>
        <w:t> </w:t>
      </w:r>
      <w:r w:rsidRPr="00BC3A54">
        <w:rPr>
          <w:rFonts w:ascii="Times New Roman" w:hAnsi="Times New Roman"/>
          <w:noProof/>
        </w:rPr>
        <w:t> </w:t>
      </w:r>
      <w:r w:rsidR="00BD6C9F" w:rsidRPr="00BC3A54">
        <w:fldChar w:fldCharType="end"/>
      </w:r>
      <w:bookmarkEnd w:id="3"/>
    </w:p>
    <w:p w:rsidR="0019352A" w:rsidRDefault="00327CF9" w:rsidP="0019352A">
      <w:pPr>
        <w:tabs>
          <w:tab w:val="left" w:pos="2880"/>
          <w:tab w:val="right" w:pos="15390"/>
        </w:tabs>
      </w:pPr>
      <w:r>
        <w:t>Minutes taken by:</w:t>
      </w:r>
      <w:r>
        <w:tab/>
      </w:r>
      <w:r w:rsidR="00BD6C9F" w:rsidRPr="00BC3A54">
        <w:fldChar w:fldCharType="begin">
          <w:ffData>
            <w:name w:val="Text23"/>
            <w:enabled/>
            <w:calcOnExit w:val="0"/>
            <w:textInput/>
          </w:ffData>
        </w:fldChar>
      </w:r>
      <w:bookmarkStart w:id="4" w:name="Text23"/>
      <w:r w:rsidRPr="00BC3A54">
        <w:instrText xml:space="preserve"> FORMTEXT </w:instrText>
      </w:r>
      <w:r w:rsidR="00BD6C9F" w:rsidRPr="00BC3A54">
        <w:fldChar w:fldCharType="separate"/>
      </w:r>
      <w:r w:rsidR="00D76CE7">
        <w:rPr>
          <w:rFonts w:ascii="Times New Roman" w:hAnsi="Times New Roman"/>
          <w:noProof/>
        </w:rPr>
        <w:t>Alicia</w:t>
      </w:r>
      <w:r w:rsidR="00BD6C9F" w:rsidRPr="00BC3A54">
        <w:fldChar w:fldCharType="end"/>
      </w:r>
      <w:bookmarkEnd w:id="4"/>
      <w:r>
        <w:tab/>
        <w:t xml:space="preserve">Previous minutes reviewed?   </w:t>
      </w:r>
      <w:r w:rsidR="00BD6C9F">
        <w:fldChar w:fldCharType="begin">
          <w:ffData>
            <w:name w:val="Dropdown1"/>
            <w:enabled/>
            <w:calcOnExit w:val="0"/>
            <w:ddList>
              <w:listEntry w:val="No"/>
              <w:listEntry w:val="Yes"/>
            </w:ddList>
          </w:ffData>
        </w:fldChar>
      </w:r>
      <w:bookmarkStart w:id="5" w:name="Dropdown1"/>
      <w:r>
        <w:instrText xml:space="preserve"> FORMDROPDOWN </w:instrText>
      </w:r>
      <w:r w:rsidR="00BD6C9F">
        <w:fldChar w:fldCharType="end"/>
      </w:r>
      <w:bookmarkEnd w:id="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1638"/>
        <w:gridCol w:w="7290"/>
        <w:gridCol w:w="3440"/>
        <w:gridCol w:w="1960"/>
        <w:gridCol w:w="1286"/>
      </w:tblGrid>
      <w:tr w:rsidR="0019352A" w:rsidRPr="00EB4953" w:rsidTr="00FB0A8B">
        <w:trPr>
          <w:cantSplit/>
          <w:tblHeader/>
        </w:trPr>
        <w:tc>
          <w:tcPr>
            <w:tcW w:w="1638" w:type="dxa"/>
            <w:shd w:val="clear" w:color="92CDDC" w:fill="0C60D1"/>
          </w:tcPr>
          <w:p w:rsidR="0019352A" w:rsidRPr="00EB4953" w:rsidRDefault="00327CF9" w:rsidP="0019352A">
            <w:pPr>
              <w:jc w:val="center"/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</w:pPr>
            <w:r w:rsidRPr="00EB4953"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  <w:t>Agenda Item</w:t>
            </w:r>
          </w:p>
        </w:tc>
        <w:tc>
          <w:tcPr>
            <w:tcW w:w="7290" w:type="dxa"/>
            <w:shd w:val="clear" w:color="92CDDC" w:fill="0C60D1"/>
          </w:tcPr>
          <w:p w:rsidR="0019352A" w:rsidRPr="00EB4953" w:rsidRDefault="00327CF9" w:rsidP="0019352A">
            <w:pPr>
              <w:jc w:val="center"/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</w:pPr>
            <w:r w:rsidRPr="00EB4953"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  <w:t>Discussion – key points</w:t>
            </w:r>
          </w:p>
        </w:tc>
        <w:tc>
          <w:tcPr>
            <w:tcW w:w="3440" w:type="dxa"/>
            <w:tcBorders>
              <w:right w:val="single" w:sz="4" w:space="0" w:color="auto"/>
            </w:tcBorders>
            <w:shd w:val="clear" w:color="92CDDC" w:fill="0C60D1"/>
          </w:tcPr>
          <w:p w:rsidR="0019352A" w:rsidRPr="00EB4953" w:rsidRDefault="00327CF9" w:rsidP="0019352A">
            <w:pPr>
              <w:jc w:val="center"/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</w:pPr>
            <w:r w:rsidRPr="00EB4953"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  <w:t>Action Items</w:t>
            </w:r>
          </w:p>
        </w:tc>
        <w:tc>
          <w:tcPr>
            <w:tcW w:w="1960" w:type="dxa"/>
            <w:tcBorders>
              <w:left w:val="single" w:sz="4" w:space="0" w:color="auto"/>
            </w:tcBorders>
            <w:shd w:val="clear" w:color="92CDDC" w:fill="0C60D1"/>
          </w:tcPr>
          <w:p w:rsidR="0019352A" w:rsidRPr="00EB4953" w:rsidRDefault="00327CF9" w:rsidP="0019352A">
            <w:pPr>
              <w:jc w:val="center"/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</w:pPr>
            <w:r w:rsidRPr="00EB4953"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  <w:t>Person Responsible?</w:t>
            </w:r>
          </w:p>
        </w:tc>
        <w:tc>
          <w:tcPr>
            <w:tcW w:w="1286" w:type="dxa"/>
            <w:shd w:val="clear" w:color="92CDDC" w:fill="0C60D1"/>
          </w:tcPr>
          <w:p w:rsidR="0019352A" w:rsidRPr="00EB4953" w:rsidRDefault="00327CF9" w:rsidP="0019352A">
            <w:pPr>
              <w:jc w:val="center"/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</w:pPr>
            <w:r w:rsidRPr="00EB4953">
              <w:rPr>
                <w:rFonts w:asciiTheme="minorHAnsi" w:eastAsiaTheme="minorHAnsi" w:hAnsiTheme="minorHAnsi" w:cstheme="minorBidi"/>
                <w:b/>
                <w:color w:val="D9D9D9" w:themeColor="background1" w:themeShade="D9"/>
                <w:sz w:val="28"/>
              </w:rPr>
              <w:t>By When?</w:t>
            </w:r>
          </w:p>
        </w:tc>
      </w:tr>
      <w:tr w:rsidR="0019352A" w:rsidRPr="00051435" w:rsidTr="00FB0A8B">
        <w:trPr>
          <w:cantSplit/>
        </w:trPr>
        <w:tc>
          <w:tcPr>
            <w:tcW w:w="1638" w:type="dxa"/>
            <w:vAlign w:val="center"/>
          </w:tcPr>
          <w:p w:rsidR="0019352A" w:rsidRPr="00051435" w:rsidRDefault="00327CF9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t xml:space="preserve">Norms </w:t>
            </w:r>
            <w:r w:rsidRPr="00051435">
              <w:rPr>
                <w:rFonts w:asciiTheme="minorHAnsi" w:eastAsiaTheme="minorHAnsi" w:hAnsiTheme="minorHAnsi" w:cstheme="minorBidi"/>
                <w:sz w:val="22"/>
              </w:rPr>
              <w:t>or Working Agreements</w:t>
            </w:r>
          </w:p>
        </w:tc>
        <w:tc>
          <w:tcPr>
            <w:tcW w:w="7290" w:type="dxa"/>
            <w:vAlign w:val="center"/>
          </w:tcPr>
          <w:p w:rsidR="0019352A" w:rsidRPr="00051435" w:rsidRDefault="00BD6C9F" w:rsidP="0019352A">
            <w:pPr>
              <w:pStyle w:val="ListParagraph"/>
              <w:numPr>
                <w:ilvl w:val="0"/>
                <w:numId w:val="3"/>
              </w:num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Hint:  to add norms (edit form), go to view&gt;toolbars&gt;forms, and unlock form.  save as your own template!"/>
                    <w:format w:val="First capital"/>
                  </w:textInput>
                </w:ffData>
              </w:fldChar>
            </w:r>
            <w:bookmarkStart w:id="6" w:name="Text1"/>
            <w:r w:rsidR="00327CF9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D76CE7">
              <w:rPr>
                <w:rFonts w:asciiTheme="minorHAnsi" w:eastAsiaTheme="minorHAnsi" w:hAnsiTheme="minorHAnsi" w:cstheme="minorBidi"/>
                <w:noProof/>
              </w:rPr>
              <w:t>Jordan made sticky notes in very neat writing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6"/>
          </w:p>
          <w:p w:rsidR="0019352A" w:rsidRPr="00051435" w:rsidRDefault="0019352A" w:rsidP="0019352A">
            <w:pPr>
              <w:pStyle w:val="ListParagraph"/>
              <w:ind w:left="36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19352A" w:rsidRPr="00051435" w:rsidRDefault="00327CF9" w:rsidP="0019352A">
            <w:pPr>
              <w:rPr>
                <w:rFonts w:asciiTheme="minorHAnsi" w:eastAsiaTheme="minorHAnsi" w:hAnsiTheme="minorHAnsi" w:cstheme="minorBidi"/>
                <w:b/>
                <w:sz w:val="20"/>
              </w:rPr>
            </w:pPr>
            <w:r w:rsidRPr="00051435">
              <w:rPr>
                <w:rFonts w:asciiTheme="minorHAnsi" w:eastAsiaTheme="minorHAnsi" w:hAnsiTheme="minorHAnsi" w:cstheme="minorBidi"/>
                <w:b/>
                <w:sz w:val="20"/>
              </w:rPr>
              <w:t>Working Agreements/Norms were</w:t>
            </w:r>
          </w:p>
          <w:p w:rsidR="0019352A" w:rsidRPr="00051435" w:rsidRDefault="00BD6C9F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7" w:name="Check3"/>
            <w:r w:rsidR="00327CF9" w:rsidRPr="00051435">
              <w:rPr>
                <w:rFonts w:asciiTheme="minorHAnsi" w:eastAsiaTheme="minorHAnsi" w:hAnsiTheme="minorHAnsi" w:cstheme="minorBidi"/>
                <w:b/>
              </w:rPr>
              <w:instrText xml:space="preserve"> FORMCHECKBOX </w:instrText>
            </w:r>
            <w:r w:rsidR="0052701A" w:rsidRPr="00D76CE7">
              <w:rPr>
                <w:rFonts w:asciiTheme="minorHAnsi" w:eastAsiaTheme="minorHAnsi" w:hAnsiTheme="minorHAnsi" w:cstheme="minorBidi"/>
                <w:b/>
              </w:rPr>
            </w:r>
            <w:r w:rsidRPr="00051435">
              <w:rPr>
                <w:rFonts w:asciiTheme="minorHAnsi" w:eastAsiaTheme="minorHAnsi" w:hAnsiTheme="minorHAnsi" w:cstheme="minorBidi"/>
                <w:b/>
              </w:rPr>
              <w:fldChar w:fldCharType="end"/>
            </w:r>
            <w:bookmarkEnd w:id="7"/>
            <w:r w:rsidR="00327CF9" w:rsidRPr="00051435">
              <w:rPr>
                <w:rFonts w:asciiTheme="minorHAnsi" w:eastAsiaTheme="minorHAnsi" w:hAnsiTheme="minorHAnsi" w:cstheme="minorBidi"/>
                <w:b/>
              </w:rPr>
              <w:t xml:space="preserve">  </w:t>
            </w:r>
            <w:r w:rsidR="00327CF9" w:rsidRPr="00051435">
              <w:rPr>
                <w:rFonts w:asciiTheme="minorHAnsi" w:eastAsiaTheme="minorHAnsi" w:hAnsiTheme="minorHAnsi" w:cstheme="minorBidi"/>
              </w:rPr>
              <w:t>Established</w:t>
            </w:r>
          </w:p>
          <w:p w:rsidR="0019352A" w:rsidRPr="00051435" w:rsidRDefault="00BD6C9F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FORMCHECKBOX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8"/>
            <w:r w:rsidR="00327CF9" w:rsidRPr="00051435">
              <w:rPr>
                <w:rFonts w:asciiTheme="minorHAnsi" w:eastAsiaTheme="minorHAnsi" w:hAnsiTheme="minorHAnsi" w:cstheme="minorBidi"/>
              </w:rPr>
              <w:t xml:space="preserve">  Reviewed or discussed</w:t>
            </w:r>
          </w:p>
          <w:p w:rsidR="0019352A" w:rsidRPr="00051435" w:rsidRDefault="00BD6C9F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2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FORMCHECKBOX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9"/>
            <w:r w:rsidR="00327CF9" w:rsidRPr="00051435">
              <w:rPr>
                <w:rFonts w:asciiTheme="minorHAnsi" w:eastAsiaTheme="minorHAnsi" w:hAnsiTheme="minorHAnsi" w:cstheme="minorBidi"/>
              </w:rPr>
              <w:t xml:space="preserve">  Modified </w:t>
            </w:r>
            <w:r w:rsidR="00327CF9" w:rsidRPr="00051435">
              <w:rPr>
                <w:rFonts w:asciiTheme="minorHAnsi" w:eastAsiaTheme="minorHAnsi" w:hAnsiTheme="minorHAnsi" w:cstheme="minorBidi"/>
                <w:i/>
                <w:sz w:val="16"/>
              </w:rPr>
              <w:t>(please specify in Summary)</w:t>
            </w:r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19352A" w:rsidRPr="00051435" w:rsidRDefault="00BD6C9F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19352A">
              <w:rPr>
                <w:rFonts w:ascii="Times New Roman" w:eastAsiaTheme="minorHAnsi" w:hAnsi="Times New Roman"/>
                <w:noProof/>
              </w:rPr>
              <w:t>Team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0"/>
          </w:p>
          <w:p w:rsidR="0019352A" w:rsidRPr="00051435" w:rsidRDefault="0019352A" w:rsidP="0019352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86" w:type="dxa"/>
            <w:vAlign w:val="center"/>
          </w:tcPr>
          <w:p w:rsidR="0019352A" w:rsidRPr="00051435" w:rsidRDefault="00BD6C9F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19352A">
              <w:rPr>
                <w:rFonts w:ascii="Times New Roman" w:eastAsiaTheme="minorHAnsi" w:hAnsi="Times New Roman"/>
                <w:noProof/>
              </w:rPr>
              <w:t>on-going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1"/>
          </w:p>
        </w:tc>
      </w:tr>
      <w:tr w:rsidR="0019352A" w:rsidRPr="00051435" w:rsidTr="00FB0A8B">
        <w:trPr>
          <w:cantSplit/>
        </w:trPr>
        <w:tc>
          <w:tcPr>
            <w:tcW w:w="1638" w:type="dxa"/>
            <w:vAlign w:val="center"/>
          </w:tcPr>
          <w:p w:rsidR="0019352A" w:rsidRPr="00051435" w:rsidRDefault="00BD6C9F" w:rsidP="0019352A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2" w:name="Text4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494357">
              <w:rPr>
                <w:rFonts w:ascii="Times New Roman" w:eastAsiaTheme="minorHAnsi" w:hAnsi="Times New Roman"/>
                <w:noProof/>
              </w:rPr>
              <w:t>Name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2"/>
          </w:p>
          <w:p w:rsidR="0019352A" w:rsidRPr="00051435" w:rsidRDefault="0019352A" w:rsidP="0019352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290" w:type="dxa"/>
            <w:vAlign w:val="center"/>
          </w:tcPr>
          <w:p w:rsidR="006861F5" w:rsidRDefault="00BD6C9F" w:rsidP="006861F5">
            <w:pPr>
              <w:rPr>
                <w:rFonts w:ascii="Times New Roman" w:eastAsiaTheme="minorHAnsi" w:hAnsi="Times New Roman"/>
                <w:noProof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3" w:name="Text2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494357">
              <w:rPr>
                <w:rFonts w:ascii="Times New Roman" w:eastAsiaTheme="minorHAnsi" w:hAnsi="Times New Roman"/>
                <w:noProof/>
              </w:rPr>
              <w:t>Facilitat</w:t>
            </w:r>
            <w:r w:rsidR="006861F5">
              <w:rPr>
                <w:rFonts w:ascii="Times New Roman" w:eastAsiaTheme="minorHAnsi" w:hAnsi="Times New Roman"/>
                <w:noProof/>
              </w:rPr>
              <w:t>ors' Support Team</w:t>
            </w:r>
          </w:p>
          <w:p w:rsidR="006861F5" w:rsidRDefault="006861F5" w:rsidP="006861F5">
            <w:pPr>
              <w:rPr>
                <w:rFonts w:ascii="Times New Roman" w:eastAsiaTheme="minorHAnsi" w:hAnsi="Times New Roman"/>
                <w:noProof/>
              </w:rPr>
            </w:pPr>
            <w:r>
              <w:rPr>
                <w:rFonts w:ascii="Times New Roman" w:eastAsiaTheme="minorHAnsi" w:hAnsi="Times New Roman"/>
                <w:noProof/>
              </w:rPr>
              <w:t>Five-day Critical Friends Facilitator Traini</w:t>
            </w:r>
            <w:r w:rsidR="0052701A">
              <w:rPr>
                <w:rFonts w:ascii="Times New Roman" w:eastAsiaTheme="minorHAnsi" w:hAnsi="Times New Roman"/>
                <w:noProof/>
              </w:rPr>
              <w:t>n</w:t>
            </w:r>
            <w:r>
              <w:rPr>
                <w:rFonts w:ascii="Times New Roman" w:eastAsiaTheme="minorHAnsi" w:hAnsi="Times New Roman"/>
                <w:noProof/>
              </w:rPr>
              <w:t>g</w:t>
            </w:r>
          </w:p>
          <w:p w:rsidR="0019352A" w:rsidRPr="00051435" w:rsidRDefault="006861F5" w:rsidP="006861F5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Theme="minorHAnsi" w:hAnsi="Times New Roman"/>
                <w:noProof/>
              </w:rPr>
              <w:t>Facilitator</w:t>
            </w:r>
            <w:r w:rsidR="0052701A">
              <w:rPr>
                <w:rFonts w:ascii="Times New Roman" w:eastAsiaTheme="minorHAnsi" w:hAnsi="Times New Roman"/>
                <w:noProof/>
              </w:rPr>
              <w:t>s</w:t>
            </w:r>
            <w:r>
              <w:rPr>
                <w:rFonts w:ascii="Times New Roman" w:eastAsiaTheme="minorHAnsi" w:hAnsi="Times New Roman"/>
                <w:noProof/>
              </w:rPr>
              <w:t xml:space="preserve"> Retreat</w:t>
            </w:r>
            <w:r w:rsidR="00BD6C9F"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3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4" w:name="Text8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Theme="minorHAnsi" w:eastAsiaTheme="minorHAnsi" w:hAnsiTheme="minorHAnsi" w:cstheme="minorBidi"/>
              </w:rPr>
              <w:t> </w:t>
            </w:r>
            <w:r w:rsidR="006861F5">
              <w:rPr>
                <w:rFonts w:asciiTheme="minorHAnsi" w:eastAsiaTheme="minorHAnsi" w:hAnsiTheme="minorHAnsi" w:cstheme="minorBidi"/>
              </w:rPr>
              <w:t> </w:t>
            </w:r>
            <w:r w:rsidR="006861F5">
              <w:rPr>
                <w:rFonts w:asciiTheme="minorHAnsi" w:eastAsiaTheme="minorHAnsi" w:hAnsiTheme="minorHAnsi" w:cstheme="minorBidi"/>
              </w:rPr>
              <w:t> </w:t>
            </w:r>
            <w:r w:rsidR="006861F5">
              <w:rPr>
                <w:rFonts w:asciiTheme="minorHAnsi" w:eastAsiaTheme="minorHAnsi" w:hAnsiTheme="minorHAnsi" w:cstheme="minorBidi"/>
              </w:rPr>
              <w:t> </w:t>
            </w:r>
            <w:r w:rsidR="006861F5">
              <w:rPr>
                <w:rFonts w:asciiTheme="minorHAnsi" w:eastAsiaTheme="minorHAnsi" w:hAnsiTheme="minorHAnsi" w:cstheme="minorBidi"/>
              </w:rPr>
              <w:t> 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4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19352A" w:rsidRPr="00051435" w:rsidRDefault="00BD6C9F" w:rsidP="0052701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5" w:name="Text26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>F</w:t>
            </w:r>
            <w:r w:rsidR="0052701A">
              <w:rPr>
                <w:rFonts w:ascii="Times New Roman" w:eastAsiaTheme="minorHAnsi" w:hAnsi="Times New Roman"/>
                <w:noProof/>
              </w:rPr>
              <w:t>ST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5"/>
          </w:p>
        </w:tc>
        <w:tc>
          <w:tcPr>
            <w:tcW w:w="1286" w:type="dxa"/>
            <w:vAlign w:val="center"/>
          </w:tcPr>
          <w:p w:rsidR="0019352A" w:rsidRPr="00051435" w:rsidRDefault="00BD6C9F" w:rsidP="0052701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6" w:name="Text27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52701A">
              <w:rPr>
                <w:rFonts w:ascii="Times New Roman" w:eastAsiaTheme="minorHAnsi" w:hAnsi="Times New Roman"/>
                <w:noProof/>
              </w:rPr>
              <w:t>done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6"/>
          </w:p>
        </w:tc>
      </w:tr>
      <w:tr w:rsidR="0019352A" w:rsidRPr="00051435" w:rsidTr="00FB0A8B">
        <w:trPr>
          <w:cantSplit/>
        </w:trPr>
        <w:tc>
          <w:tcPr>
            <w:tcW w:w="1638" w:type="dxa"/>
            <w:vAlign w:val="center"/>
          </w:tcPr>
          <w:p w:rsidR="0019352A" w:rsidRPr="00051435" w:rsidRDefault="00BD6C9F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7" w:name="Text5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19352A">
              <w:rPr>
                <w:rFonts w:ascii="Times New Roman" w:eastAsiaTheme="minorHAnsi" w:hAnsi="Times New Roman"/>
                <w:noProof/>
              </w:rPr>
              <w:t>Structure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7"/>
          </w:p>
          <w:p w:rsidR="0019352A" w:rsidRPr="00051435" w:rsidRDefault="0019352A" w:rsidP="0019352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290" w:type="dxa"/>
            <w:vAlign w:val="center"/>
          </w:tcPr>
          <w:p w:rsidR="0019352A" w:rsidRDefault="00BD6C9F" w:rsidP="0019352A">
            <w:pPr>
              <w:rPr>
                <w:rFonts w:ascii="Times New Roman" w:eastAsiaTheme="minorHAnsi" w:hAnsi="Times New Roman"/>
                <w:noProof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8" w:name="Text3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19352A">
              <w:rPr>
                <w:rFonts w:ascii="Times New Roman" w:eastAsiaTheme="minorHAnsi" w:hAnsi="Times New Roman"/>
                <w:noProof/>
              </w:rPr>
              <w:t>Convener for each Facilitators' Support Team on each campus, known internally.</w:t>
            </w:r>
          </w:p>
          <w:p w:rsidR="0019352A" w:rsidRPr="00051435" w:rsidRDefault="0019352A" w:rsidP="0052701A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Theme="minorHAnsi" w:hAnsi="Times New Roman"/>
                <w:noProof/>
              </w:rPr>
              <w:t xml:space="preserve">The "face" of Facilitators' Support Team is inclusive of all who have </w:t>
            </w:r>
            <w:r w:rsidR="0052701A">
              <w:rPr>
                <w:rFonts w:ascii="Times New Roman" w:eastAsiaTheme="minorHAnsi" w:hAnsi="Times New Roman"/>
                <w:noProof/>
              </w:rPr>
              <w:t>co-led an institute</w:t>
            </w:r>
            <w:r w:rsidR="00BD6C9F"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8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19352A" w:rsidRPr="00051435" w:rsidRDefault="00BD6C9F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9" w:name="Text9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19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19352A" w:rsidRPr="00051435" w:rsidRDefault="00BD6C9F" w:rsidP="00494357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0" w:name="Text28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494357">
              <w:rPr>
                <w:rFonts w:ascii="Times New Roman" w:eastAsiaTheme="minorHAnsi" w:hAnsi="Times New Roman"/>
                <w:noProof/>
              </w:rPr>
              <w:t>Jordan and Francesca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0"/>
          </w:p>
        </w:tc>
        <w:tc>
          <w:tcPr>
            <w:tcW w:w="1286" w:type="dxa"/>
            <w:vAlign w:val="center"/>
          </w:tcPr>
          <w:p w:rsidR="0019352A" w:rsidRPr="00051435" w:rsidRDefault="00BD6C9F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1" w:name="Text29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1"/>
          </w:p>
        </w:tc>
      </w:tr>
      <w:tr w:rsidR="0019352A" w:rsidRPr="00051435" w:rsidTr="00FB0A8B">
        <w:trPr>
          <w:cantSplit/>
        </w:trPr>
        <w:tc>
          <w:tcPr>
            <w:tcW w:w="1638" w:type="dxa"/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2" w:name="Text6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>SRI Winter Meeting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2"/>
          </w:p>
        </w:tc>
        <w:tc>
          <w:tcPr>
            <w:tcW w:w="7290" w:type="dxa"/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3" w:name="Text7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>Draft criteria for SRI Attendance - to determine the prerequisites for attendance to help the Admin team determine who will attend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3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19352A" w:rsidRPr="00051435" w:rsidRDefault="00BD6C9F" w:rsidP="0019352A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4" w:name="Text10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4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25" w:name="Text30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>Danka and Julie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5"/>
          </w:p>
        </w:tc>
        <w:tc>
          <w:tcPr>
            <w:tcW w:w="1286" w:type="dxa"/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6" w:name="Text31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>By September 15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6"/>
          </w:p>
        </w:tc>
      </w:tr>
      <w:tr w:rsidR="0019352A" w:rsidRPr="00051435" w:rsidTr="00FB0A8B">
        <w:trPr>
          <w:cantSplit/>
        </w:trPr>
        <w:tc>
          <w:tcPr>
            <w:tcW w:w="1638" w:type="dxa"/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7" w:name="Text11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 xml:space="preserve">Faculty meeting 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7"/>
          </w:p>
        </w:tc>
        <w:tc>
          <w:tcPr>
            <w:tcW w:w="7290" w:type="dxa"/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8" w:name="Text21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 xml:space="preserve">Secure a spot to introduce FST and facilitators to full faculty, identify others interested (have divisional people, 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8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>SCHEDULE  5 minutes at faculty meetings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29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0" w:name="Text33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Theme="minorHAnsi" w:eastAsiaTheme="minorHAnsi" w:hAnsiTheme="minorHAnsi" w:cstheme="minorBidi"/>
              </w:rPr>
              <w:t xml:space="preserve">Arranged by </w:t>
            </w:r>
            <w:r w:rsidR="006861F5">
              <w:rPr>
                <w:rFonts w:ascii="Times New Roman" w:eastAsiaTheme="minorHAnsi" w:hAnsi="Times New Roman"/>
                <w:noProof/>
              </w:rPr>
              <w:t>Jordan and Francesca; spoken by Divisional representatives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30"/>
          </w:p>
        </w:tc>
        <w:tc>
          <w:tcPr>
            <w:tcW w:w="1286" w:type="dxa"/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>August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31"/>
          </w:p>
        </w:tc>
      </w:tr>
      <w:tr w:rsidR="0019352A" w:rsidRPr="00051435" w:rsidTr="00FB0A8B">
        <w:trPr>
          <w:cantSplit/>
        </w:trPr>
        <w:tc>
          <w:tcPr>
            <w:tcW w:w="1638" w:type="dxa"/>
            <w:vAlign w:val="center"/>
          </w:tcPr>
          <w:p w:rsidR="0019352A" w:rsidRPr="00051435" w:rsidRDefault="00BD6C9F" w:rsidP="006861F5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2" w:name="Text12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>Additional resources and letters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32"/>
          </w:p>
        </w:tc>
        <w:tc>
          <w:tcPr>
            <w:tcW w:w="7290" w:type="dxa"/>
            <w:vAlign w:val="center"/>
          </w:tcPr>
          <w:p w:rsidR="0019352A" w:rsidRPr="00051435" w:rsidRDefault="00BD6C9F" w:rsidP="006861F5">
            <w:pPr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3" w:name="Text22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 xml:space="preserve">Obtain access to the Board through 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33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19352A" w:rsidRPr="00051435" w:rsidRDefault="00BD6C9F" w:rsidP="0019352A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4" w:name="Text35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34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19352A" w:rsidRPr="00051435" w:rsidRDefault="00BD6C9F" w:rsidP="0019352A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5" w:name="Text36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="00327CF9" w:rsidRPr="00051435">
              <w:rPr>
                <w:rFonts w:ascii="Times New Roman" w:eastAsiaTheme="minorHAnsi" w:hAnsi="Times New Roman"/>
                <w:noProof/>
              </w:rPr>
              <w:t> 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35"/>
          </w:p>
        </w:tc>
        <w:tc>
          <w:tcPr>
            <w:tcW w:w="1286" w:type="dxa"/>
            <w:vAlign w:val="center"/>
          </w:tcPr>
          <w:p w:rsidR="0019352A" w:rsidRPr="00051435" w:rsidRDefault="00BD6C9F" w:rsidP="006861F5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 w:rsidRPr="00051435"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6" w:name="Text37"/>
            <w:r w:rsidR="00327CF9" w:rsidRPr="00051435"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19352A" w:rsidRPr="00BD6C9F">
              <w:rPr>
                <w:rFonts w:asciiTheme="minorHAnsi" w:eastAsiaTheme="minorHAnsi" w:hAnsiTheme="minorHAnsi" w:cstheme="minorBidi"/>
              </w:rPr>
            </w:r>
            <w:r w:rsidRPr="00051435">
              <w:rPr>
                <w:rFonts w:asciiTheme="minorHAnsi" w:eastAsiaTheme="minorHAnsi" w:hAnsiTheme="minorHAnsi" w:cstheme="minorBidi"/>
              </w:rPr>
              <w:fldChar w:fldCharType="separate"/>
            </w:r>
            <w:r w:rsidR="006861F5">
              <w:rPr>
                <w:rFonts w:ascii="Times New Roman" w:eastAsiaTheme="minorHAnsi" w:hAnsi="Times New Roman"/>
                <w:noProof/>
              </w:rPr>
              <w:t>not established</w:t>
            </w:r>
            <w:r w:rsidRPr="00051435">
              <w:rPr>
                <w:rFonts w:asciiTheme="minorHAnsi" w:eastAsiaTheme="minorHAnsi" w:hAnsiTheme="minorHAnsi" w:cstheme="minorBidi"/>
              </w:rPr>
              <w:fldChar w:fldCharType="end"/>
            </w:r>
            <w:bookmarkEnd w:id="36"/>
          </w:p>
        </w:tc>
      </w:tr>
      <w:tr w:rsidR="006861F5" w:rsidRPr="00051435" w:rsidTr="00FB0A8B">
        <w:trPr>
          <w:cantSplit/>
        </w:trPr>
        <w:tc>
          <w:tcPr>
            <w:tcW w:w="1638" w:type="dxa"/>
            <w:vAlign w:val="center"/>
          </w:tcPr>
          <w:p w:rsidR="006861F5" w:rsidRPr="00051435" w:rsidRDefault="006861F5" w:rsidP="00FB0A8B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7" w:name="Text39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proofErr w:type="gramStart"/>
            <w:r w:rsidR="00FB0A8B">
              <w:rPr>
                <w:rFonts w:asciiTheme="minorHAnsi" w:eastAsiaTheme="minorHAnsi" w:hAnsiTheme="minorHAnsi" w:cstheme="minorBidi"/>
              </w:rPr>
              <w:t>building</w:t>
            </w:r>
            <w:proofErr w:type="gramEnd"/>
            <w:r w:rsidR="00FB0A8B">
              <w:rPr>
                <w:rFonts w:asciiTheme="minorHAnsi" w:eastAsiaTheme="minorHAnsi" w:hAnsiTheme="minorHAnsi" w:cstheme="minorBidi"/>
              </w:rPr>
              <w:t xml:space="preserve"> Capacity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37"/>
          </w:p>
        </w:tc>
        <w:tc>
          <w:tcPr>
            <w:tcW w:w="7290" w:type="dxa"/>
            <w:vAlign w:val="center"/>
          </w:tcPr>
          <w:p w:rsidR="00FB0A8B" w:rsidRDefault="006861F5" w:rsidP="00FB0A8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8" w:name="Text40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proofErr w:type="gramStart"/>
            <w:r w:rsidR="00FB0A8B">
              <w:rPr>
                <w:rFonts w:asciiTheme="minorHAnsi" w:eastAsiaTheme="minorHAnsi" w:hAnsiTheme="minorHAnsi" w:cstheme="minorBidi"/>
              </w:rPr>
              <w:t>assembling</w:t>
            </w:r>
            <w:proofErr w:type="gramEnd"/>
            <w:r w:rsidR="00FB0A8B">
              <w:rPr>
                <w:rFonts w:asciiTheme="minorHAnsi" w:eastAsiaTheme="minorHAnsi" w:hAnsiTheme="minorHAnsi" w:cstheme="minorBidi"/>
              </w:rPr>
              <w:t xml:space="preserve"> list, </w:t>
            </w:r>
          </w:p>
          <w:p w:rsidR="006861F5" w:rsidRPr="00051435" w:rsidRDefault="00FB0A8B" w:rsidP="00FB0A8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Speaking with principals</w:t>
            </w:r>
            <w:r w:rsidR="006861F5">
              <w:rPr>
                <w:rFonts w:asciiTheme="minorHAnsi" w:eastAsiaTheme="minorHAnsi" w:hAnsiTheme="minorHAnsi" w:cstheme="minorBidi"/>
              </w:rPr>
              <w:fldChar w:fldCharType="end"/>
            </w:r>
            <w:bookmarkEnd w:id="38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6861F5" w:rsidRPr="00051435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9" w:name="Text41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</w:rPr>
              <w:t> </w:t>
            </w:r>
            <w:r w:rsidR="00FB0A8B">
              <w:rPr>
                <w:rFonts w:asciiTheme="minorHAnsi" w:eastAsiaTheme="minorHAnsi" w:hAnsiTheme="minorHAnsi" w:cstheme="minorBidi"/>
              </w:rPr>
              <w:t> </w:t>
            </w:r>
            <w:r w:rsidR="00FB0A8B">
              <w:rPr>
                <w:rFonts w:asciiTheme="minorHAnsi" w:eastAsiaTheme="minorHAnsi" w:hAnsiTheme="minorHAnsi" w:cstheme="minorBidi"/>
              </w:rPr>
              <w:t> </w:t>
            </w:r>
            <w:r w:rsidR="00FB0A8B">
              <w:rPr>
                <w:rFonts w:asciiTheme="minorHAnsi" w:eastAsiaTheme="minorHAnsi" w:hAnsiTheme="minorHAnsi" w:cstheme="minorBidi"/>
              </w:rPr>
              <w:t> </w:t>
            </w:r>
            <w:r w:rsidR="00FB0A8B">
              <w:rPr>
                <w:rFonts w:asciiTheme="minorHAnsi" w:eastAsiaTheme="minorHAnsi" w:hAnsiTheme="minorHAnsi" w:cstheme="minorBidi"/>
              </w:rPr>
              <w:t> 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39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FB0A8B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  <w:noProof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0" w:name="Text42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Danka will assemble</w:t>
            </w:r>
          </w:p>
          <w:p w:rsidR="006861F5" w:rsidRPr="00051435" w:rsidRDefault="00FB0A8B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  <w:noProof/>
              </w:rPr>
              <w:t>Conveners will speak to principals</w:t>
            </w:r>
            <w:r w:rsidR="006861F5">
              <w:rPr>
                <w:rFonts w:asciiTheme="minorHAnsi" w:eastAsiaTheme="minorHAnsi" w:hAnsiTheme="minorHAnsi" w:cstheme="minorBidi"/>
              </w:rPr>
              <w:fldChar w:fldCharType="end"/>
            </w:r>
            <w:bookmarkEnd w:id="40"/>
          </w:p>
        </w:tc>
        <w:tc>
          <w:tcPr>
            <w:tcW w:w="1286" w:type="dxa"/>
            <w:vAlign w:val="center"/>
          </w:tcPr>
          <w:p w:rsidR="006861F5" w:rsidRPr="00051435" w:rsidRDefault="006861F5" w:rsidP="006861F5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1" w:name="Text43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41"/>
          </w:p>
        </w:tc>
      </w:tr>
      <w:tr w:rsidR="006861F5" w:rsidRPr="00051435" w:rsidTr="00FB0A8B">
        <w:trPr>
          <w:cantSplit/>
        </w:trPr>
        <w:tc>
          <w:tcPr>
            <w:tcW w:w="1638" w:type="dxa"/>
            <w:vAlign w:val="center"/>
          </w:tcPr>
          <w:p w:rsidR="006861F5" w:rsidRPr="00051435" w:rsidRDefault="006861F5" w:rsidP="00FB0A8B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42" w:name="Text44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Documents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42"/>
          </w:p>
        </w:tc>
        <w:tc>
          <w:tcPr>
            <w:tcW w:w="7290" w:type="dxa"/>
            <w:vAlign w:val="center"/>
          </w:tcPr>
          <w:p w:rsidR="006861F5" w:rsidRPr="00051435" w:rsidRDefault="006861F5" w:rsidP="00FB0A8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43" w:name="Text45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4-6 people to provide facilitation training opportunities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43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6861F5" w:rsidRPr="00051435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4" w:name="Text46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Compile and assemble documents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44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6861F5" w:rsidRPr="00051435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45" w:name="Text47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Julie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45"/>
          </w:p>
        </w:tc>
        <w:tc>
          <w:tcPr>
            <w:tcW w:w="1286" w:type="dxa"/>
            <w:vAlign w:val="center"/>
          </w:tcPr>
          <w:p w:rsidR="006861F5" w:rsidRPr="00051435" w:rsidRDefault="00FB0A8B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46" w:name="Text64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="0052701A" w:rsidRPr="00FB0A8B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noProof/>
              </w:rPr>
              <w:t>June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46"/>
          </w:p>
        </w:tc>
      </w:tr>
      <w:tr w:rsidR="006861F5" w:rsidRPr="00051435" w:rsidTr="00FB0A8B">
        <w:trPr>
          <w:cantSplit/>
        </w:trPr>
        <w:tc>
          <w:tcPr>
            <w:tcW w:w="1638" w:type="dxa"/>
            <w:vAlign w:val="center"/>
          </w:tcPr>
          <w:p w:rsidR="006861F5" w:rsidRPr="00051435" w:rsidRDefault="006861F5" w:rsidP="00FB0A8B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7" w:name="Text49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PSU credit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47"/>
          </w:p>
        </w:tc>
        <w:tc>
          <w:tcPr>
            <w:tcW w:w="7290" w:type="dxa"/>
            <w:vAlign w:val="center"/>
          </w:tcPr>
          <w:p w:rsidR="006861F5" w:rsidRPr="00051435" w:rsidRDefault="006861F5" w:rsidP="00FB0A8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8" w:name="Text50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determine if available for one or both sessions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48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6861F5" w:rsidRPr="00051435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9" w:name="Text51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decide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49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6861F5" w:rsidRPr="00051435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0" w:name="Text52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Jason and Alicia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0"/>
          </w:p>
        </w:tc>
        <w:tc>
          <w:tcPr>
            <w:tcW w:w="1286" w:type="dxa"/>
            <w:vAlign w:val="center"/>
          </w:tcPr>
          <w:p w:rsidR="006861F5" w:rsidRPr="00051435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51" w:name="Text53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May 28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1"/>
          </w:p>
        </w:tc>
      </w:tr>
      <w:tr w:rsidR="006861F5" w:rsidRPr="00051435" w:rsidTr="00FB0A8B">
        <w:trPr>
          <w:cantSplit/>
        </w:trPr>
        <w:tc>
          <w:tcPr>
            <w:tcW w:w="1638" w:type="dxa"/>
            <w:vAlign w:val="center"/>
          </w:tcPr>
          <w:p w:rsidR="006861F5" w:rsidRPr="00051435" w:rsidRDefault="006861F5" w:rsidP="00FB0A8B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52" w:name="Text54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proofErr w:type="spellStart"/>
            <w:r w:rsidR="00FB0A8B">
              <w:rPr>
                <w:rFonts w:asciiTheme="minorHAnsi" w:eastAsiaTheme="minorHAnsi" w:hAnsiTheme="minorHAnsi" w:cstheme="minorBidi"/>
              </w:rPr>
              <w:t>Prioritization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2"/>
          </w:p>
        </w:tc>
        <w:tc>
          <w:tcPr>
            <w:tcW w:w="7290" w:type="dxa"/>
            <w:vAlign w:val="center"/>
          </w:tcPr>
          <w:p w:rsidR="006861F5" w:rsidRPr="00051435" w:rsidRDefault="006861F5" w:rsidP="00FB0A8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53" w:name="Text55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Wh</w:t>
            </w:r>
            <w:proofErr w:type="spellEnd"/>
            <w:r w:rsidR="00FB0A8B">
              <w:rPr>
                <w:rFonts w:asciiTheme="minorHAnsi" w:eastAsiaTheme="minorHAnsi" w:hAnsiTheme="minorHAnsi" w:cstheme="minorBidi"/>
                <w:noProof/>
              </w:rPr>
              <w:t>o gets to attend the sessions?  Is it prioritized to teachers?  What about receptionists, principals, or substitute teachers?  Attached to PSU Credit.  Look at deadlines.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3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6861F5" w:rsidRPr="00051435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54" w:name="Text56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Discuss, decide, and prioritize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4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6861F5" w:rsidRPr="00051435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55" w:name="Text57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FST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5"/>
          </w:p>
        </w:tc>
        <w:tc>
          <w:tcPr>
            <w:tcW w:w="1286" w:type="dxa"/>
            <w:vAlign w:val="center"/>
          </w:tcPr>
          <w:p w:rsidR="006861F5" w:rsidRPr="00051435" w:rsidRDefault="006861F5" w:rsidP="00FB0A8B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6" w:name="Text58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 w:rsidR="00FB0A8B">
              <w:rPr>
                <w:rFonts w:asciiTheme="minorHAnsi" w:eastAsiaTheme="minorHAnsi" w:hAnsiTheme="minorHAnsi" w:cstheme="minorBidi"/>
                <w:noProof/>
              </w:rPr>
              <w:t>Fall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6"/>
          </w:p>
        </w:tc>
      </w:tr>
      <w:tr w:rsidR="006861F5" w:rsidRPr="00051435" w:rsidTr="00FB0A8B">
        <w:trPr>
          <w:cantSplit/>
        </w:trPr>
        <w:tc>
          <w:tcPr>
            <w:tcW w:w="1638" w:type="dxa"/>
            <w:vAlign w:val="center"/>
          </w:tcPr>
          <w:p w:rsidR="006861F5" w:rsidRPr="00051435" w:rsidRDefault="006861F5" w:rsidP="006861F5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57" w:name="Text59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7"/>
          </w:p>
        </w:tc>
        <w:tc>
          <w:tcPr>
            <w:tcW w:w="7290" w:type="dxa"/>
            <w:vAlign w:val="center"/>
          </w:tcPr>
          <w:p w:rsidR="006861F5" w:rsidRPr="00051435" w:rsidRDefault="006861F5" w:rsidP="006861F5">
            <w:pPr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58" w:name="Text60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8"/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6861F5" w:rsidRPr="00051435" w:rsidRDefault="006861F5" w:rsidP="0019352A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59" w:name="Text61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59"/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6861F5" w:rsidRPr="00051435" w:rsidRDefault="006861F5" w:rsidP="0019352A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60" w:name="Text62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60"/>
          </w:p>
        </w:tc>
        <w:tc>
          <w:tcPr>
            <w:tcW w:w="1286" w:type="dxa"/>
            <w:vAlign w:val="center"/>
          </w:tcPr>
          <w:p w:rsidR="006861F5" w:rsidRPr="00051435" w:rsidRDefault="006861F5" w:rsidP="006861F5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1" w:name="Text63"/>
            <w:r>
              <w:rPr>
                <w:rFonts w:asciiTheme="minorHAnsi" w:eastAsiaTheme="minorHAnsi" w:hAnsiTheme="minorHAnsi" w:cstheme="minorBidi"/>
              </w:rPr>
              <w:instrText xml:space="preserve"> FORMTEXT </w:instrText>
            </w:r>
            <w:r w:rsidRPr="006861F5">
              <w:rPr>
                <w:rFonts w:asciiTheme="minorHAnsi" w:eastAsiaTheme="minorHAnsi" w:hAnsiTheme="minorHAnsi" w:cstheme="minorBidi"/>
              </w:rPr>
            </w:r>
            <w:r>
              <w:rPr>
                <w:rFonts w:asciiTheme="minorHAnsi" w:eastAsiaTheme="minorHAnsi" w:hAnsiTheme="minorHAnsi" w:cstheme="minorBidi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  <w:noProof/>
              </w:rPr>
              <w:t> </w:t>
            </w:r>
            <w:r>
              <w:rPr>
                <w:rFonts w:asciiTheme="minorHAnsi" w:eastAsiaTheme="minorHAnsi" w:hAnsiTheme="minorHAnsi" w:cstheme="minorBidi"/>
              </w:rPr>
              <w:fldChar w:fldCharType="end"/>
            </w:r>
            <w:bookmarkEnd w:id="61"/>
          </w:p>
        </w:tc>
      </w:tr>
      <w:tr w:rsidR="006861F5" w:rsidRPr="00051435" w:rsidTr="00FB0A8B">
        <w:trPr>
          <w:cantSplit/>
        </w:trPr>
        <w:tc>
          <w:tcPr>
            <w:tcW w:w="1638" w:type="dxa"/>
            <w:vAlign w:val="center"/>
          </w:tcPr>
          <w:p w:rsidR="006861F5" w:rsidRDefault="006861F5" w:rsidP="006861F5">
            <w:pPr>
              <w:widowControl w:val="0"/>
              <w:autoSpaceDE w:val="0"/>
              <w:autoSpaceDN w:val="0"/>
              <w:adjustRightInd w:val="0"/>
              <w:spacing w:line="360" w:lineRule="atLeast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290" w:type="dxa"/>
            <w:vAlign w:val="center"/>
          </w:tcPr>
          <w:p w:rsidR="006861F5" w:rsidRDefault="006861F5" w:rsidP="006861F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440" w:type="dxa"/>
            <w:tcBorders>
              <w:right w:val="single" w:sz="4" w:space="0" w:color="auto"/>
            </w:tcBorders>
            <w:vAlign w:val="center"/>
          </w:tcPr>
          <w:p w:rsidR="006861F5" w:rsidRDefault="006861F5" w:rsidP="0019352A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60" w:type="dxa"/>
            <w:tcBorders>
              <w:left w:val="single" w:sz="4" w:space="0" w:color="auto"/>
            </w:tcBorders>
            <w:vAlign w:val="center"/>
          </w:tcPr>
          <w:p w:rsidR="006861F5" w:rsidRDefault="006861F5" w:rsidP="0019352A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86" w:type="dxa"/>
            <w:vAlign w:val="center"/>
          </w:tcPr>
          <w:p w:rsidR="006861F5" w:rsidRDefault="006861F5" w:rsidP="006861F5">
            <w:pPr>
              <w:pStyle w:val="ListParagraph"/>
              <w:ind w:left="0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19352A" w:rsidRDefault="0019352A" w:rsidP="0019352A">
      <w:pPr>
        <w:rPr>
          <w:b/>
        </w:rPr>
      </w:pPr>
    </w:p>
    <w:p w:rsidR="0019352A" w:rsidRDefault="00327CF9" w:rsidP="0019352A">
      <w:pPr>
        <w:ind w:left="5760" w:hanging="5760"/>
        <w:rPr>
          <w:b/>
        </w:rPr>
      </w:pPr>
      <w:r>
        <w:rPr>
          <w:b/>
        </w:rPr>
        <w:t xml:space="preserve">Summary, or additional comments or concerns:  </w:t>
      </w:r>
      <w:r>
        <w:rPr>
          <w:b/>
        </w:rPr>
        <w:tab/>
      </w:r>
      <w:r w:rsidR="00BD6C9F">
        <w:rPr>
          <w:b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62" w:name="Text38"/>
      <w:r>
        <w:rPr>
          <w:b/>
        </w:rPr>
        <w:instrText xml:space="preserve"> FORMTEXT </w:instrText>
      </w:r>
      <w:r w:rsidR="0019352A" w:rsidRPr="00BD6C9F">
        <w:rPr>
          <w:b/>
        </w:rPr>
      </w:r>
      <w:r w:rsidR="00BD6C9F">
        <w:rPr>
          <w:b/>
        </w:rPr>
        <w:fldChar w:fldCharType="separate"/>
      </w:r>
      <w:r>
        <w:rPr>
          <w:rFonts w:ascii="Times New Roman" w:hAnsi="Times New Roman"/>
          <w:b/>
          <w:noProof/>
        </w:rPr>
        <w:t> </w:t>
      </w:r>
      <w:r>
        <w:rPr>
          <w:rFonts w:ascii="Times New Roman" w:hAnsi="Times New Roman"/>
          <w:b/>
          <w:noProof/>
        </w:rPr>
        <w:t> </w:t>
      </w:r>
      <w:r>
        <w:rPr>
          <w:rFonts w:ascii="Times New Roman" w:hAnsi="Times New Roman"/>
          <w:b/>
          <w:noProof/>
        </w:rPr>
        <w:t> </w:t>
      </w:r>
      <w:r>
        <w:rPr>
          <w:rFonts w:ascii="Times New Roman" w:hAnsi="Times New Roman"/>
          <w:b/>
          <w:noProof/>
        </w:rPr>
        <w:t> </w:t>
      </w:r>
      <w:r>
        <w:rPr>
          <w:rFonts w:ascii="Times New Roman" w:hAnsi="Times New Roman"/>
          <w:b/>
          <w:noProof/>
        </w:rPr>
        <w:t> </w:t>
      </w:r>
      <w:r w:rsidR="00BD6C9F">
        <w:rPr>
          <w:b/>
        </w:rPr>
        <w:fldChar w:fldCharType="end"/>
      </w:r>
      <w:bookmarkEnd w:id="62"/>
    </w:p>
    <w:p w:rsidR="0019352A" w:rsidRDefault="0019352A" w:rsidP="0019352A">
      <w:pPr>
        <w:rPr>
          <w:b/>
        </w:rPr>
      </w:pPr>
    </w:p>
    <w:p w:rsidR="0019352A" w:rsidRDefault="0019352A" w:rsidP="0019352A">
      <w:pPr>
        <w:rPr>
          <w:b/>
        </w:rPr>
      </w:pPr>
    </w:p>
    <w:p w:rsidR="0019352A" w:rsidRDefault="00327CF9" w:rsidP="0019352A">
      <w:r>
        <w:rPr>
          <w:b/>
        </w:rPr>
        <w:t>Administrative Action Items</w:t>
      </w:r>
    </w:p>
    <w:p w:rsidR="0019352A" w:rsidRPr="002540E1" w:rsidRDefault="00327CF9" w:rsidP="0019352A">
      <w:pPr>
        <w:rPr>
          <w:i/>
        </w:rPr>
      </w:pPr>
      <w:r>
        <w:rPr>
          <w:i/>
        </w:rPr>
        <w:t>Please include timeframes or deadlines where applicable.  Urgent items should be included in the body of the email with a minimum two-day window.</w:t>
      </w:r>
    </w:p>
    <w:p w:rsidR="0019352A" w:rsidRPr="002540E1" w:rsidRDefault="0019352A" w:rsidP="0019352A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6228"/>
        <w:gridCol w:w="9386"/>
      </w:tblGrid>
      <w:tr w:rsidR="0019352A" w:rsidRPr="002540E1">
        <w:tc>
          <w:tcPr>
            <w:tcW w:w="6228" w:type="dxa"/>
          </w:tcPr>
          <w:p w:rsidR="0019352A" w:rsidRPr="002540E1" w:rsidRDefault="00327CF9" w:rsidP="0019352A">
            <w:r w:rsidRPr="002540E1">
              <w:t xml:space="preserve">Support or action needed from </w:t>
            </w:r>
            <w:r w:rsidRPr="005753E4">
              <w:rPr>
                <w:b/>
              </w:rPr>
              <w:t>Divisional Principal</w:t>
            </w:r>
            <w:r w:rsidRPr="002540E1">
              <w:t xml:space="preserve"> </w:t>
            </w:r>
          </w:p>
        </w:tc>
        <w:tc>
          <w:tcPr>
            <w:tcW w:w="9386" w:type="dxa"/>
          </w:tcPr>
          <w:p w:rsidR="0019352A" w:rsidRPr="002540E1" w:rsidRDefault="00BD6C9F" w:rsidP="0019352A">
            <w:r w:rsidRPr="002540E1">
              <w:fldChar w:fldCharType="begin">
                <w:ffData>
                  <w:name w:val="Text13"/>
                  <w:enabled/>
                  <w:calcOnExit w:val="0"/>
                  <w:textInput>
                    <w:default w:val="None, or click here to edit."/>
                  </w:textInput>
                </w:ffData>
              </w:fldChar>
            </w:r>
            <w:bookmarkStart w:id="63" w:name="Text13"/>
            <w:r w:rsidR="00327CF9" w:rsidRPr="002540E1">
              <w:instrText xml:space="preserve"> FORMTEXT </w:instrText>
            </w:r>
            <w:r w:rsidRPr="002540E1">
              <w:fldChar w:fldCharType="separate"/>
            </w:r>
            <w:r w:rsidR="0019352A">
              <w:rPr>
                <w:noProof/>
              </w:rPr>
              <w:t>Announce the existence of the Facilitators' Support Team at (all) August opening meetings and throughout Teacher Leadership Teams</w:t>
            </w:r>
            <w:r w:rsidR="00327CF9" w:rsidRPr="002540E1">
              <w:rPr>
                <w:noProof/>
              </w:rPr>
              <w:t>.</w:t>
            </w:r>
            <w:r w:rsidRPr="002540E1">
              <w:fldChar w:fldCharType="end"/>
            </w:r>
            <w:bookmarkEnd w:id="63"/>
          </w:p>
        </w:tc>
      </w:tr>
      <w:tr w:rsidR="0019352A" w:rsidRPr="005753E4">
        <w:tc>
          <w:tcPr>
            <w:tcW w:w="6228" w:type="dxa"/>
          </w:tcPr>
          <w:p w:rsidR="0019352A" w:rsidRPr="002540E1" w:rsidRDefault="00327CF9" w:rsidP="0019352A">
            <w:r w:rsidRPr="002540E1">
              <w:t>Support or actio</w:t>
            </w:r>
            <w:r>
              <w:t xml:space="preserve">n needed from </w:t>
            </w:r>
            <w:r w:rsidRPr="005753E4">
              <w:rPr>
                <w:b/>
              </w:rPr>
              <w:t>Dept. Supt./Ed Programs</w:t>
            </w:r>
          </w:p>
        </w:tc>
        <w:tc>
          <w:tcPr>
            <w:tcW w:w="9386" w:type="dxa"/>
          </w:tcPr>
          <w:p w:rsidR="00494357" w:rsidRDefault="00BD6C9F" w:rsidP="00F33D21">
            <w:pPr>
              <w:rPr>
                <w:noProof/>
              </w:rPr>
            </w:pPr>
            <w:r w:rsidRPr="002540E1">
              <w:fldChar w:fldCharType="begin">
                <w:ffData>
                  <w:name w:val="Text14"/>
                  <w:enabled/>
                  <w:calcOnExit w:val="0"/>
                  <w:textInput>
                    <w:default w:val="None, or click here to edit."/>
                  </w:textInput>
                </w:ffData>
              </w:fldChar>
            </w:r>
            <w:bookmarkStart w:id="64" w:name="Text14"/>
            <w:r w:rsidR="00327CF9" w:rsidRPr="002540E1">
              <w:instrText xml:space="preserve"> FORMTEXT </w:instrText>
            </w:r>
            <w:r w:rsidRPr="002540E1">
              <w:fldChar w:fldCharType="separate"/>
            </w:r>
            <w:r w:rsidR="00494357">
              <w:t xml:space="preserve">JASON AND ALICIA:  </w:t>
            </w:r>
            <w:r w:rsidR="00F33D21">
              <w:rPr>
                <w:noProof/>
              </w:rPr>
              <w:t>Define the structure</w:t>
            </w:r>
            <w:r w:rsidR="00961889">
              <w:rPr>
                <w:noProof/>
              </w:rPr>
              <w:t xml:space="preserve"> for Admin Representatives for CFG Liaison Committee (AHL recommends empowering Jason with full decision-making capabilities, budget, and the like</w:t>
            </w:r>
          </w:p>
          <w:p w:rsidR="006861F5" w:rsidRDefault="006861F5" w:rsidP="00494357">
            <w:pPr>
              <w:rPr>
                <w:noProof/>
              </w:rPr>
            </w:pPr>
            <w:r>
              <w:rPr>
                <w:noProof/>
              </w:rPr>
              <w:t>$</w:t>
            </w:r>
            <w:r w:rsidR="00494357">
              <w:rPr>
                <w:noProof/>
              </w:rPr>
              <w:t>600 to Pro Dev Rep, 600 to each campus convener, and 600 goin to lead facilitators for each of the 5 day institutes</w:t>
            </w:r>
            <w:r w:rsidR="00961889">
              <w:rPr>
                <w:noProof/>
              </w:rPr>
              <w:t>.</w:t>
            </w:r>
          </w:p>
          <w:p w:rsidR="0019352A" w:rsidRPr="005753E4" w:rsidRDefault="006861F5" w:rsidP="006861F5">
            <w:pPr>
              <w:rPr>
                <w:b/>
              </w:rPr>
            </w:pPr>
            <w:r>
              <w:rPr>
                <w:noProof/>
              </w:rPr>
              <w:t>Square out 5 minute VC in August for F.S.T. to introduce selves and purpose  to team</w:t>
            </w:r>
            <w:r w:rsidR="00BD6C9F" w:rsidRPr="002540E1">
              <w:fldChar w:fldCharType="end"/>
            </w:r>
            <w:bookmarkEnd w:id="64"/>
          </w:p>
        </w:tc>
      </w:tr>
      <w:tr w:rsidR="0019352A" w:rsidRPr="002540E1">
        <w:tc>
          <w:tcPr>
            <w:tcW w:w="6228" w:type="dxa"/>
          </w:tcPr>
          <w:p w:rsidR="0019352A" w:rsidRPr="002540E1" w:rsidRDefault="00327CF9" w:rsidP="0019352A">
            <w:r w:rsidRPr="002540E1">
              <w:t xml:space="preserve">Support or action needed from Superintendent </w:t>
            </w:r>
          </w:p>
        </w:tc>
        <w:tc>
          <w:tcPr>
            <w:tcW w:w="9386" w:type="dxa"/>
          </w:tcPr>
          <w:p w:rsidR="0019352A" w:rsidRPr="002540E1" w:rsidRDefault="00BD6C9F" w:rsidP="0019352A">
            <w:r w:rsidRPr="002540E1">
              <w:fldChar w:fldCharType="begin">
                <w:ffData>
                  <w:name w:val="Text15"/>
                  <w:enabled/>
                  <w:calcOnExit w:val="0"/>
                  <w:textInput>
                    <w:default w:val="None, or click here to edit."/>
                  </w:textInput>
                </w:ffData>
              </w:fldChar>
            </w:r>
            <w:bookmarkStart w:id="65" w:name="Text15"/>
            <w:r w:rsidR="00327CF9" w:rsidRPr="002540E1">
              <w:instrText xml:space="preserve"> FORMTEXT </w:instrText>
            </w:r>
            <w:r w:rsidRPr="002540E1">
              <w:fldChar w:fldCharType="separate"/>
            </w:r>
            <w:r w:rsidR="00327CF9" w:rsidRPr="002540E1">
              <w:rPr>
                <w:noProof/>
              </w:rPr>
              <w:t>None, or click here to edit.</w:t>
            </w:r>
            <w:r w:rsidRPr="002540E1">
              <w:fldChar w:fldCharType="end"/>
            </w:r>
            <w:bookmarkEnd w:id="65"/>
          </w:p>
        </w:tc>
      </w:tr>
      <w:tr w:rsidR="0019352A" w:rsidRPr="005753E4">
        <w:tc>
          <w:tcPr>
            <w:tcW w:w="6228" w:type="dxa"/>
          </w:tcPr>
          <w:p w:rsidR="0019352A" w:rsidRPr="002540E1" w:rsidRDefault="00327CF9" w:rsidP="0019352A">
            <w:r w:rsidRPr="002540E1">
              <w:t xml:space="preserve">Other support or action needed </w:t>
            </w:r>
          </w:p>
        </w:tc>
        <w:tc>
          <w:tcPr>
            <w:tcW w:w="9386" w:type="dxa"/>
          </w:tcPr>
          <w:p w:rsidR="00494357" w:rsidRDefault="00BD6C9F" w:rsidP="00494357">
            <w:pPr>
              <w:rPr>
                <w:noProof/>
              </w:rPr>
            </w:pPr>
            <w:r w:rsidRPr="002540E1">
              <w:fldChar w:fldCharType="begin">
                <w:ffData>
                  <w:name w:val="Text16"/>
                  <w:enabled/>
                  <w:calcOnExit w:val="0"/>
                  <w:textInput>
                    <w:default w:val="None, or click here to edit."/>
                  </w:textInput>
                </w:ffData>
              </w:fldChar>
            </w:r>
            <w:bookmarkStart w:id="66" w:name="Text16"/>
            <w:r w:rsidR="00327CF9" w:rsidRPr="002540E1">
              <w:instrText xml:space="preserve"> FORMTEXT </w:instrText>
            </w:r>
            <w:r w:rsidRPr="002540E1">
              <w:fldChar w:fldCharType="separate"/>
            </w:r>
            <w:r w:rsidR="00494357">
              <w:rPr>
                <w:noProof/>
              </w:rPr>
              <w:t>Identify Community Professional Rep or consultant - Francesca</w:t>
            </w:r>
          </w:p>
          <w:p w:rsidR="00494357" w:rsidRDefault="00494357" w:rsidP="00494357">
            <w:r>
              <w:t xml:space="preserve">Campus conveners are  (PD) Jordan, and  (PX) Francesca  </w:t>
            </w:r>
          </w:p>
          <w:p w:rsidR="00494357" w:rsidRDefault="00494357" w:rsidP="00494357">
            <w:r>
              <w:t>The Convener does NOT have to be the same person as the lead institute person.</w:t>
            </w:r>
          </w:p>
          <w:p w:rsidR="0019352A" w:rsidRPr="005753E4" w:rsidRDefault="00BD6C9F" w:rsidP="00494357">
            <w:pPr>
              <w:rPr>
                <w:b/>
              </w:rPr>
            </w:pPr>
            <w:r w:rsidRPr="002540E1">
              <w:fldChar w:fldCharType="end"/>
            </w:r>
            <w:bookmarkEnd w:id="66"/>
          </w:p>
        </w:tc>
      </w:tr>
    </w:tbl>
    <w:p w:rsidR="0019352A" w:rsidRDefault="0019352A" w:rsidP="0019352A"/>
    <w:sectPr w:rsidR="0019352A" w:rsidSect="0019352A">
      <w:headerReference w:type="default" r:id="rId5"/>
      <w:footerReference w:type="default" r:id="rId6"/>
      <w:pgSz w:w="16838" w:h="11899" w:orient="landscape"/>
      <w:pgMar w:top="720" w:right="720" w:bottom="720" w:left="72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861F5" w:rsidRPr="00051435" w:rsidRDefault="006861F5" w:rsidP="0019352A">
    <w:pPr>
      <w:pStyle w:val="Footer"/>
      <w:rPr>
        <w:b/>
      </w:rPr>
    </w:pPr>
    <w:r w:rsidRPr="00051435">
      <w:rPr>
        <w:b/>
        <w:i/>
        <w:sz w:val="20"/>
      </w:rPr>
      <w:t xml:space="preserve">Please forward the minutes to </w:t>
    </w:r>
    <w:hyperlink r:id="rId1" w:history="1">
      <w:r w:rsidRPr="00051435">
        <w:rPr>
          <w:rStyle w:val="Hyperlink"/>
          <w:b/>
          <w:i/>
          <w:sz w:val="20"/>
        </w:rPr>
        <w:t>edprograms@saschina.org</w:t>
      </w:r>
    </w:hyperlink>
    <w:r w:rsidRPr="00051435">
      <w:rPr>
        <w:b/>
        <w:i/>
        <w:sz w:val="20"/>
      </w:rPr>
      <w:t xml:space="preserve"> within </w:t>
    </w:r>
    <w:r>
      <w:rPr>
        <w:b/>
        <w:i/>
        <w:sz w:val="20"/>
      </w:rPr>
      <w:t>5 school-</w:t>
    </w:r>
    <w:r w:rsidRPr="00051435">
      <w:rPr>
        <w:b/>
        <w:i/>
        <w:sz w:val="20"/>
      </w:rPr>
      <w:t>days of meeting.  Draft form preferred for time-sensitive issues.</w:t>
    </w:r>
    <w:r>
      <w:rPr>
        <w:b/>
      </w:rPr>
      <w:tab/>
    </w:r>
    <w:r>
      <w:rPr>
        <w:b/>
      </w:rPr>
      <w:tab/>
      <w:t>2009-2010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861F5" w:rsidRDefault="006861F5" w:rsidP="0019352A">
    <w:pPr>
      <w:pStyle w:val="Head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9in;margin-top:0;width:108pt;height:54pt;z-index:251657728" filled="f" stroked="f">
          <v:fill o:detectmouseclick="t"/>
          <v:textbox style="mso-next-textbox:#_x0000_s2049" inset=",7.2pt,,7.2pt">
            <w:txbxContent>
              <w:p w:rsidR="006861F5" w:rsidRPr="005753E4" w:rsidRDefault="006861F5">
                <w:pPr>
                  <w:rPr>
                    <w:color w:val="808080"/>
                  </w:rPr>
                </w:pPr>
                <w:r w:rsidRPr="005753E4">
                  <w:rPr>
                    <w:b/>
                    <w:i/>
                    <w:color w:val="808080"/>
                    <w:sz w:val="32"/>
                  </w:rPr>
                  <w:t>Meeting Minutes</w:t>
                </w:r>
              </w:p>
            </w:txbxContent>
          </v:textbox>
        </v:shape>
      </w:pict>
    </w:r>
    <w:r>
      <w:rPr>
        <w:noProof/>
      </w:rPr>
      <w:drawing>
        <wp:inline distT="0" distB="0" distL="0" distR="0">
          <wp:extent cx="6007100" cy="723900"/>
          <wp:effectExtent l="25400" t="0" r="0" b="0"/>
          <wp:docPr id="1" name="Picture 2" descr="Logo-fu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ful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A33703"/>
    <w:multiLevelType w:val="hybridMultilevel"/>
    <w:tmpl w:val="4E2A1EE8"/>
    <w:lvl w:ilvl="0" w:tplc="5EE856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01E8F"/>
    <w:multiLevelType w:val="hybridMultilevel"/>
    <w:tmpl w:val="667C0DFA"/>
    <w:lvl w:ilvl="0" w:tplc="21AC0DAC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C534D8"/>
    <w:multiLevelType w:val="hybridMultilevel"/>
    <w:tmpl w:val="C630DC1E"/>
    <w:lvl w:ilvl="0" w:tplc="21AC0DAC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oNotTrackMoves/>
  <w:defaultTabStop w:val="720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savePreviewPicture/>
  <w:hdrShapeDefaults>
    <o:shapedefaults v:ext="edit" spidmax="2053"/>
    <o:shapelayout v:ext="edit">
      <o:idmap v:ext="edit" data="2"/>
    </o:shapelayout>
  </w:hdrShapeDefaults>
  <w:compat/>
  <w:rsids>
    <w:rsidRoot w:val="00327CF9"/>
    <w:rsid w:val="001204EF"/>
    <w:rsid w:val="0019352A"/>
    <w:rsid w:val="00327CF9"/>
    <w:rsid w:val="00494357"/>
    <w:rsid w:val="0052701A"/>
    <w:rsid w:val="006861F5"/>
    <w:rsid w:val="00961889"/>
    <w:rsid w:val="00BD6C9F"/>
    <w:rsid w:val="00D76CE7"/>
    <w:rsid w:val="00F33D21"/>
    <w:rsid w:val="00FB0A8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B2E6D"/>
    <w:pPr>
      <w:ind w:left="720"/>
      <w:contextualSpacing/>
    </w:pPr>
  </w:style>
  <w:style w:type="table" w:styleId="TableGrid">
    <w:name w:val="Table Grid"/>
    <w:basedOn w:val="TableNormal"/>
    <w:uiPriority w:val="59"/>
    <w:rsid w:val="00440B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F33E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33EB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D3A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A27"/>
  </w:style>
  <w:style w:type="paragraph" w:styleId="Footer">
    <w:name w:val="footer"/>
    <w:basedOn w:val="Normal"/>
    <w:link w:val="FooterChar"/>
    <w:uiPriority w:val="99"/>
    <w:unhideWhenUsed/>
    <w:rsid w:val="008D3A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A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dprograms@saschin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liciaLewis:Library:Application%20Support:Microsoft:Office:User%20Templates:My%20Templates:Meeting%20Minutes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 Template.dot</Template>
  <TotalTime>106</TotalTime>
  <Pages>3</Pages>
  <Words>599</Words>
  <Characters>3419</Characters>
  <Application>Microsoft Macintosh Word</Application>
  <DocSecurity>0</DocSecurity>
  <Lines>28</Lines>
  <Paragraphs>6</Paragraphs>
  <ScaleCrop>false</ScaleCrop>
  <Company>SAS</Company>
  <LinksUpToDate>false</LinksUpToDate>
  <CharactersWithSpaces>4198</CharactersWithSpaces>
  <SharedDoc>false</SharedDoc>
  <HLinks>
    <vt:vector size="6" baseType="variant">
      <vt:variant>
        <vt:i4>4522099</vt:i4>
      </vt:variant>
      <vt:variant>
        <vt:i4>0</vt:i4>
      </vt:variant>
      <vt:variant>
        <vt:i4>0</vt:i4>
      </vt:variant>
      <vt:variant>
        <vt:i4>5</vt:i4>
      </vt:variant>
      <vt:variant>
        <vt:lpwstr>mailto:edprograms@saschina.org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5</cp:revision>
  <dcterms:created xsi:type="dcterms:W3CDTF">2010-05-24T04:21:00Z</dcterms:created>
  <dcterms:modified xsi:type="dcterms:W3CDTF">2010-05-24T07:52:00Z</dcterms:modified>
</cp:coreProperties>
</file>